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B8" w:rsidRPr="00480B9D" w:rsidRDefault="00DA51B8" w:rsidP="00BF3BBE">
      <w:pPr>
        <w:pStyle w:val="ab"/>
        <w:spacing w:beforeLines="100" w:afterLines="100" w:line="560" w:lineRule="exact"/>
        <w:ind w:firstLineChars="0" w:firstLine="0"/>
        <w:jc w:val="center"/>
        <w:rPr>
          <w:rFonts w:ascii="Times New Roman" w:eastAsia="方正小标宋_GBK" w:hAnsi="Times New Roman"/>
          <w:sz w:val="44"/>
          <w:szCs w:val="44"/>
        </w:rPr>
      </w:pPr>
      <w:r w:rsidRPr="00480B9D">
        <w:rPr>
          <w:rFonts w:ascii="Times New Roman" w:eastAsia="方正小标宋_GBK" w:hAnsi="Times New Roman" w:hint="eastAsia"/>
          <w:sz w:val="44"/>
          <w:szCs w:val="44"/>
        </w:rPr>
        <w:t>公务员奖励审批表</w:t>
      </w:r>
    </w:p>
    <w:p w:rsidR="00DA51B8" w:rsidRPr="00BF3BBE" w:rsidRDefault="00984B5D" w:rsidP="00984B5D">
      <w:pPr>
        <w:tabs>
          <w:tab w:val="left" w:pos="5387"/>
        </w:tabs>
        <w:spacing w:line="560" w:lineRule="exact"/>
        <w:ind w:rightChars="-66" w:right="-224" w:firstLine="560"/>
        <w:jc w:val="right"/>
        <w:rPr>
          <w:rFonts w:ascii="方正楷体_GBK" w:eastAsia="方正楷体_GBK" w:hAnsi="Times New Roman" w:hint="eastAsia"/>
          <w:sz w:val="28"/>
          <w:szCs w:val="28"/>
        </w:rPr>
      </w:pPr>
      <w:r>
        <w:rPr>
          <w:rFonts w:ascii="Times New Roman" w:eastAsia="方正楷体_GBK" w:hAnsi="Times New Roman"/>
          <w:sz w:val="28"/>
        </w:rPr>
        <w:t xml:space="preserve">                             </w:t>
      </w:r>
      <w:r w:rsidR="00DA51B8" w:rsidRPr="00BF3BBE">
        <w:rPr>
          <w:rFonts w:ascii="方正楷体_GBK" w:eastAsia="方正楷体_GBK" w:hAnsi="Times New Roman" w:hint="eastAsia"/>
          <w:sz w:val="28"/>
          <w:szCs w:val="28"/>
        </w:rPr>
        <w:t>填表时间：      年  月  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1"/>
        <w:gridCol w:w="1134"/>
        <w:gridCol w:w="891"/>
        <w:gridCol w:w="13"/>
        <w:gridCol w:w="938"/>
        <w:gridCol w:w="1391"/>
        <w:gridCol w:w="1217"/>
        <w:gridCol w:w="2212"/>
        <w:gridCol w:w="53"/>
      </w:tblGrid>
      <w:tr w:rsidR="00DA51B8" w:rsidRPr="00480B9D" w:rsidTr="00507448">
        <w:trPr>
          <w:trHeight w:hRule="exact" w:val="680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姓</w:t>
            </w:r>
            <w:r w:rsidR="00984B5D">
              <w:rPr>
                <w:rFonts w:ascii="Times New Roman" w:eastAsia="方正楷体_GBK" w:hAnsi="Times New Roman" w:hint="eastAsia"/>
                <w:sz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性别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出生年月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照片</w:t>
            </w: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（近期</w:t>
            </w:r>
            <w:r w:rsidRPr="00480B9D">
              <w:rPr>
                <w:rFonts w:ascii="Times New Roman" w:eastAsia="方正楷体_GBK" w:hAnsi="Times New Roman"/>
                <w:sz w:val="28"/>
              </w:rPr>
              <w:t>2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寸正面</w:t>
            </w: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/>
                <w:sz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半身免冠照片）</w:t>
            </w:r>
          </w:p>
        </w:tc>
      </w:tr>
      <w:tr w:rsidR="00DA51B8" w:rsidRPr="00480B9D" w:rsidTr="00507448">
        <w:trPr>
          <w:trHeight w:hRule="exact" w:val="680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民</w:t>
            </w:r>
            <w:r w:rsidR="00984B5D">
              <w:rPr>
                <w:rFonts w:ascii="Times New Roman" w:eastAsia="方正楷体_GBK" w:hAnsi="Times New Roman" w:hint="eastAsia"/>
                <w:sz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籍贯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出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生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507448">
        <w:trPr>
          <w:trHeight w:hRule="exact" w:val="794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身份证号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30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参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加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工</w:t>
            </w:r>
          </w:p>
          <w:p w:rsidR="00DA51B8" w:rsidRPr="00480B9D" w:rsidRDefault="00DA51B8" w:rsidP="00DA51B8">
            <w:pPr>
              <w:spacing w:line="30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作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时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507448">
        <w:trPr>
          <w:trHeight w:hRule="exact" w:val="794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学历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50744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学</w:t>
            </w:r>
            <w:r w:rsidRPr="00480B9D">
              <w:rPr>
                <w:rFonts w:ascii="Times New Roman" w:eastAsia="方正楷体_GBK" w:hAnsi="Times New Roman"/>
                <w:sz w:val="28"/>
              </w:rPr>
              <w:t xml:space="preserve">  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位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507448">
        <w:trPr>
          <w:trHeight w:hRule="exact" w:val="794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工作单位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0B7254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职务</w:t>
            </w:r>
            <w:r w:rsidR="000B7254">
              <w:rPr>
                <w:rFonts w:ascii="Times New Roman" w:eastAsia="方正楷体_GBK" w:hAnsi="Times New Roman" w:hint="eastAsia"/>
                <w:sz w:val="28"/>
              </w:rPr>
              <w:t>职级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C7" w:rsidRPr="005A59C7" w:rsidRDefault="005A59C7" w:rsidP="005A59C7">
            <w:pPr>
              <w:spacing w:line="40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984B5D">
        <w:trPr>
          <w:trHeight w:hRule="exact" w:val="794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拟授奖励</w:t>
            </w:r>
          </w:p>
        </w:tc>
        <w:tc>
          <w:tcPr>
            <w:tcW w:w="7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5A59C7" w:rsidRDefault="00DA51B8" w:rsidP="005A59C7">
            <w:pPr>
              <w:spacing w:line="40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18"/>
                <w:szCs w:val="18"/>
              </w:rPr>
            </w:pPr>
          </w:p>
        </w:tc>
      </w:tr>
      <w:tr w:rsidR="00DA51B8" w:rsidRPr="00480B9D" w:rsidTr="00984B5D">
        <w:trPr>
          <w:trHeight w:hRule="exact" w:val="794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奖惩情况</w:t>
            </w:r>
          </w:p>
        </w:tc>
        <w:tc>
          <w:tcPr>
            <w:tcW w:w="7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984B5D">
        <w:trPr>
          <w:trHeight w:val="2337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</w:rPr>
              <w:t>简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</w:rPr>
              <w:t>历</w:t>
            </w:r>
          </w:p>
        </w:tc>
        <w:tc>
          <w:tcPr>
            <w:tcW w:w="7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5A59C7" w:rsidRDefault="005A59C7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5A59C7" w:rsidRDefault="005A59C7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5A59C7" w:rsidRPr="00480B9D" w:rsidRDefault="005A59C7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5A59C7">
        <w:trPr>
          <w:trHeight w:val="2825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主要事迹</w:t>
            </w:r>
          </w:p>
        </w:tc>
        <w:tc>
          <w:tcPr>
            <w:tcW w:w="7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rPr>
                <w:rFonts w:ascii="Times New Roman" w:eastAsia="方正楷体_GBK" w:hAnsi="Times New Roman"/>
                <w:sz w:val="28"/>
              </w:rPr>
            </w:pPr>
          </w:p>
        </w:tc>
      </w:tr>
      <w:tr w:rsidR="00DA51B8" w:rsidRPr="00480B9D" w:rsidTr="00984B5D">
        <w:trPr>
          <w:gridAfter w:val="1"/>
          <w:wAfter w:w="53" w:type="dxa"/>
          <w:trHeight w:val="3149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lastRenderedPageBreak/>
              <w:t>主要事迹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</w:tc>
      </w:tr>
      <w:tr w:rsidR="00DA51B8" w:rsidRPr="00480B9D" w:rsidTr="00984B5D">
        <w:trPr>
          <w:gridAfter w:val="1"/>
          <w:wAfter w:w="53" w:type="dxa"/>
          <w:trHeight w:hRule="exact" w:val="2835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申报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机关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（部门）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意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  <w:p w:rsidR="00DA51B8" w:rsidRPr="00480B9D" w:rsidRDefault="00DA51B8" w:rsidP="00DA51B8">
            <w:pPr>
              <w:spacing w:line="440" w:lineRule="exact"/>
              <w:ind w:right="822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</w:t>
            </w:r>
            <w:r w:rsidR="00FC296B">
              <w:rPr>
                <w:rFonts w:ascii="Times New Roman" w:eastAsia="方正楷体_GBK" w:hAnsi="Times New Roman" w:hint="eastAsia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（盖章）</w:t>
            </w:r>
          </w:p>
          <w:p w:rsidR="00DA51B8" w:rsidRPr="00480B9D" w:rsidRDefault="00DA51B8" w:rsidP="00DA51B8">
            <w:pPr>
              <w:tabs>
                <w:tab w:val="left" w:pos="4539"/>
              </w:tabs>
              <w:spacing w:line="440" w:lineRule="exact"/>
              <w:ind w:right="548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</w:t>
            </w:r>
            <w:r w:rsidR="00FC296B">
              <w:rPr>
                <w:rFonts w:ascii="Times New Roman" w:eastAsia="方正楷体_GBK" w:hAnsi="Times New Roman" w:hint="eastAsia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年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月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日</w:t>
            </w:r>
          </w:p>
        </w:tc>
      </w:tr>
      <w:tr w:rsidR="00DA51B8" w:rsidRPr="00480B9D" w:rsidTr="00984B5D">
        <w:trPr>
          <w:gridAfter w:val="1"/>
          <w:wAfter w:w="53" w:type="dxa"/>
          <w:trHeight w:hRule="exact" w:val="2566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审核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机关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（部门）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意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right="822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</w:t>
            </w:r>
          </w:p>
          <w:p w:rsidR="00DA51B8" w:rsidRPr="00480B9D" w:rsidRDefault="00DA51B8" w:rsidP="00DA51B8">
            <w:pPr>
              <w:spacing w:line="440" w:lineRule="exact"/>
              <w:ind w:right="822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 </w:t>
            </w:r>
          </w:p>
          <w:p w:rsidR="00DA51B8" w:rsidRPr="00480B9D" w:rsidRDefault="00DA51B8" w:rsidP="00DA51B8">
            <w:pPr>
              <w:spacing w:line="440" w:lineRule="exact"/>
              <w:ind w:right="822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   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（盖章）</w:t>
            </w:r>
          </w:p>
          <w:p w:rsidR="00DA51B8" w:rsidRPr="00480B9D" w:rsidRDefault="00DA51B8" w:rsidP="00DA51B8">
            <w:pPr>
              <w:tabs>
                <w:tab w:val="left" w:pos="4569"/>
              </w:tabs>
              <w:spacing w:line="440" w:lineRule="exact"/>
              <w:ind w:right="685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   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年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月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日</w:t>
            </w:r>
          </w:p>
        </w:tc>
      </w:tr>
      <w:tr w:rsidR="00DA51B8" w:rsidRPr="00480B9D" w:rsidTr="00984B5D">
        <w:trPr>
          <w:gridAfter w:val="1"/>
          <w:wAfter w:w="53" w:type="dxa"/>
          <w:trHeight w:hRule="exact" w:val="2835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审批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机关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（部门）</w:t>
            </w:r>
          </w:p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意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right="268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</w:t>
            </w:r>
          </w:p>
          <w:p w:rsidR="00DA51B8" w:rsidRPr="00480B9D" w:rsidRDefault="00DA51B8" w:rsidP="00DA51B8">
            <w:pPr>
              <w:spacing w:line="440" w:lineRule="exact"/>
              <w:ind w:right="268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</w:t>
            </w:r>
          </w:p>
          <w:p w:rsidR="00DA51B8" w:rsidRPr="00480B9D" w:rsidRDefault="00DA51B8" w:rsidP="00DA51B8">
            <w:pPr>
              <w:tabs>
                <w:tab w:val="left" w:pos="5004"/>
                <w:tab w:val="left" w:pos="5814"/>
              </w:tabs>
              <w:spacing w:line="440" w:lineRule="exact"/>
              <w:ind w:right="268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 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（盖章）</w:t>
            </w:r>
          </w:p>
          <w:p w:rsidR="00DA51B8" w:rsidRPr="00480B9D" w:rsidRDefault="00DA51B8" w:rsidP="00DA51B8">
            <w:pPr>
              <w:tabs>
                <w:tab w:val="left" w:pos="3719"/>
                <w:tab w:val="left" w:pos="6264"/>
                <w:tab w:val="left" w:pos="6669"/>
              </w:tabs>
              <w:spacing w:line="440" w:lineRule="exact"/>
              <w:ind w:right="274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                             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年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月</w:t>
            </w:r>
            <w:r w:rsidRPr="00480B9D">
              <w:rPr>
                <w:rFonts w:ascii="Times New Roman" w:eastAsia="方正楷体_GBK" w:hAnsi="Times New Roman"/>
                <w:sz w:val="28"/>
                <w:szCs w:val="28"/>
              </w:rPr>
              <w:t xml:space="preserve">  </w:t>
            </w: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日</w:t>
            </w:r>
          </w:p>
        </w:tc>
      </w:tr>
      <w:tr w:rsidR="00DA51B8" w:rsidRPr="00480B9D" w:rsidTr="00984B5D">
        <w:trPr>
          <w:gridAfter w:val="1"/>
          <w:wAfter w:w="53" w:type="dxa"/>
          <w:trHeight w:val="133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A51B8" w:rsidRPr="00480B9D" w:rsidRDefault="00DA51B8" w:rsidP="00DA51B8">
            <w:pPr>
              <w:adjustRightInd w:val="0"/>
              <w:spacing w:line="440" w:lineRule="exact"/>
              <w:ind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480B9D">
              <w:rPr>
                <w:rFonts w:ascii="Times New Roman" w:eastAsia="方正楷体_GBK" w:hAnsi="Times New Roman" w:hint="eastAsia"/>
                <w:sz w:val="28"/>
                <w:szCs w:val="28"/>
              </w:rPr>
              <w:t>备注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B8" w:rsidRPr="00480B9D" w:rsidRDefault="00DA51B8" w:rsidP="00DA51B8">
            <w:pPr>
              <w:spacing w:line="440" w:lineRule="exact"/>
              <w:ind w:right="268" w:firstLineChars="0" w:firstLine="0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</w:p>
        </w:tc>
      </w:tr>
    </w:tbl>
    <w:p w:rsidR="00990AD9" w:rsidRPr="00990AD9" w:rsidRDefault="00990AD9" w:rsidP="00B33E2D">
      <w:pPr>
        <w:spacing w:line="20" w:lineRule="exact"/>
        <w:ind w:firstLineChars="0" w:firstLine="0"/>
      </w:pPr>
    </w:p>
    <w:sectPr w:rsidR="00990AD9" w:rsidRPr="00990AD9" w:rsidSect="00276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1531" w:bottom="1814" w:left="1531" w:header="567" w:footer="1701" w:gutter="0"/>
      <w:cols w:space="720"/>
      <w:docGrid w:linePitch="572" w:charSpace="-5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B58" w:rsidRDefault="00D77B58" w:rsidP="006C0FE5">
      <w:pPr>
        <w:ind w:firstLine="680"/>
      </w:pPr>
      <w:r>
        <w:separator/>
      </w:r>
    </w:p>
  </w:endnote>
  <w:endnote w:type="continuationSeparator" w:id="1">
    <w:p w:rsidR="00D77B58" w:rsidRDefault="00D77B58" w:rsidP="006C0FE5">
      <w:pPr>
        <w:ind w:firstLine="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Pr="00CE65B1" w:rsidRDefault="008B7C33" w:rsidP="00CE65B1">
    <w:pPr>
      <w:pStyle w:val="a3"/>
      <w:framePr w:wrap="aroun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Pr="00CE65B1" w:rsidRDefault="008B7C33" w:rsidP="00CE65B1">
    <w:pPr>
      <w:pStyle w:val="a3"/>
      <w:framePr w:wrap="aroun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Default="008B7C33">
    <w:pPr>
      <w:pStyle w:val="a3"/>
      <w:framePr w:wrap="aroun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B58" w:rsidRDefault="00D77B58" w:rsidP="006C0FE5">
      <w:pPr>
        <w:ind w:firstLine="680"/>
      </w:pPr>
      <w:r>
        <w:separator/>
      </w:r>
    </w:p>
  </w:footnote>
  <w:footnote w:type="continuationSeparator" w:id="1">
    <w:p w:rsidR="00D77B58" w:rsidRDefault="00D77B58" w:rsidP="006C0FE5">
      <w:pPr>
        <w:ind w:firstLine="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Default="008B7C33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Default="008B7C33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33" w:rsidRDefault="008B7C33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E5527"/>
    <w:multiLevelType w:val="singleLevel"/>
    <w:tmpl w:val="22A20BA6"/>
    <w:lvl w:ilvl="0">
      <w:start w:val="1"/>
      <w:numFmt w:val="japaneseCounting"/>
      <w:lvlText w:val="%1、"/>
      <w:lvlJc w:val="left"/>
      <w:pPr>
        <w:tabs>
          <w:tab w:val="num" w:pos="1269"/>
        </w:tabs>
        <w:ind w:left="1269" w:hanging="64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ctiveWritingStyle w:appName="MSWord" w:lang="en-US" w:vendorID="8" w:dllVersion="513" w:checkStyle="1"/>
  <w:attachedTemplate r:id="rId1"/>
  <w:stylePaneFormatFilter w:val="3F01"/>
  <w:defaultTabStop w:val="425"/>
  <w:evenAndOddHeaders/>
  <w:drawingGridHorizontalSpacing w:val="305"/>
  <w:drawingGridVerticalSpacing w:val="28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DE73B1"/>
    <w:rsid w:val="00006FF9"/>
    <w:rsid w:val="00037EEA"/>
    <w:rsid w:val="00051CF5"/>
    <w:rsid w:val="000551BD"/>
    <w:rsid w:val="00083D1F"/>
    <w:rsid w:val="00084878"/>
    <w:rsid w:val="00084C24"/>
    <w:rsid w:val="00087124"/>
    <w:rsid w:val="00097E90"/>
    <w:rsid w:val="000A66F4"/>
    <w:rsid w:val="000B7254"/>
    <w:rsid w:val="000C1C5B"/>
    <w:rsid w:val="000E2657"/>
    <w:rsid w:val="000E6912"/>
    <w:rsid w:val="000F54DB"/>
    <w:rsid w:val="0010598C"/>
    <w:rsid w:val="00107F57"/>
    <w:rsid w:val="00113C3E"/>
    <w:rsid w:val="0011457A"/>
    <w:rsid w:val="00123F98"/>
    <w:rsid w:val="00132804"/>
    <w:rsid w:val="00154CB8"/>
    <w:rsid w:val="00154DFA"/>
    <w:rsid w:val="00155D07"/>
    <w:rsid w:val="00170A35"/>
    <w:rsid w:val="0017153B"/>
    <w:rsid w:val="00182233"/>
    <w:rsid w:val="00184652"/>
    <w:rsid w:val="001A255E"/>
    <w:rsid w:val="001A5B53"/>
    <w:rsid w:val="001B05B4"/>
    <w:rsid w:val="001B3F82"/>
    <w:rsid w:val="001B6A58"/>
    <w:rsid w:val="001C1738"/>
    <w:rsid w:val="001C688B"/>
    <w:rsid w:val="001C6E21"/>
    <w:rsid w:val="001D14EA"/>
    <w:rsid w:val="001F1817"/>
    <w:rsid w:val="001F1873"/>
    <w:rsid w:val="00207679"/>
    <w:rsid w:val="00220405"/>
    <w:rsid w:val="00225895"/>
    <w:rsid w:val="00225E57"/>
    <w:rsid w:val="002318CD"/>
    <w:rsid w:val="00236969"/>
    <w:rsid w:val="00276014"/>
    <w:rsid w:val="00276581"/>
    <w:rsid w:val="00280109"/>
    <w:rsid w:val="00282060"/>
    <w:rsid w:val="002867E0"/>
    <w:rsid w:val="002C1D5A"/>
    <w:rsid w:val="002C1E0C"/>
    <w:rsid w:val="002C433C"/>
    <w:rsid w:val="002C4D45"/>
    <w:rsid w:val="002D2B0A"/>
    <w:rsid w:val="002D377B"/>
    <w:rsid w:val="002D54F5"/>
    <w:rsid w:val="002D7977"/>
    <w:rsid w:val="002E020F"/>
    <w:rsid w:val="00306B34"/>
    <w:rsid w:val="0031176F"/>
    <w:rsid w:val="00323D8D"/>
    <w:rsid w:val="00324181"/>
    <w:rsid w:val="0033002F"/>
    <w:rsid w:val="00352E9C"/>
    <w:rsid w:val="00356BBC"/>
    <w:rsid w:val="00371A98"/>
    <w:rsid w:val="0038054E"/>
    <w:rsid w:val="00397035"/>
    <w:rsid w:val="003A3740"/>
    <w:rsid w:val="003A76E6"/>
    <w:rsid w:val="003C04F5"/>
    <w:rsid w:val="003C4399"/>
    <w:rsid w:val="003C59FA"/>
    <w:rsid w:val="003C774E"/>
    <w:rsid w:val="003D013E"/>
    <w:rsid w:val="003D160F"/>
    <w:rsid w:val="003D6132"/>
    <w:rsid w:val="003E123B"/>
    <w:rsid w:val="003E1FF7"/>
    <w:rsid w:val="003E411A"/>
    <w:rsid w:val="003E5FA7"/>
    <w:rsid w:val="00401B54"/>
    <w:rsid w:val="00402A50"/>
    <w:rsid w:val="0041573B"/>
    <w:rsid w:val="00416BD3"/>
    <w:rsid w:val="004231C6"/>
    <w:rsid w:val="00423738"/>
    <w:rsid w:val="004247E4"/>
    <w:rsid w:val="00426771"/>
    <w:rsid w:val="0045407A"/>
    <w:rsid w:val="00474509"/>
    <w:rsid w:val="0047689B"/>
    <w:rsid w:val="00480B9D"/>
    <w:rsid w:val="004839B9"/>
    <w:rsid w:val="00491AB6"/>
    <w:rsid w:val="00493187"/>
    <w:rsid w:val="004A196A"/>
    <w:rsid w:val="004A1A5E"/>
    <w:rsid w:val="004C3280"/>
    <w:rsid w:val="004F7B00"/>
    <w:rsid w:val="004F7E69"/>
    <w:rsid w:val="00507448"/>
    <w:rsid w:val="005103C9"/>
    <w:rsid w:val="00511344"/>
    <w:rsid w:val="00511E54"/>
    <w:rsid w:val="00511E7C"/>
    <w:rsid w:val="0052189C"/>
    <w:rsid w:val="005416C9"/>
    <w:rsid w:val="005448F0"/>
    <w:rsid w:val="005500AF"/>
    <w:rsid w:val="00550497"/>
    <w:rsid w:val="00554727"/>
    <w:rsid w:val="00557525"/>
    <w:rsid w:val="0056559D"/>
    <w:rsid w:val="00565A5D"/>
    <w:rsid w:val="00570862"/>
    <w:rsid w:val="005725E5"/>
    <w:rsid w:val="00594019"/>
    <w:rsid w:val="005A5787"/>
    <w:rsid w:val="005A59C7"/>
    <w:rsid w:val="005B3FA0"/>
    <w:rsid w:val="005B625D"/>
    <w:rsid w:val="005B7A9C"/>
    <w:rsid w:val="005C5585"/>
    <w:rsid w:val="005E1C80"/>
    <w:rsid w:val="005E6E98"/>
    <w:rsid w:val="00601A53"/>
    <w:rsid w:val="006121DA"/>
    <w:rsid w:val="00632147"/>
    <w:rsid w:val="00636536"/>
    <w:rsid w:val="006408BC"/>
    <w:rsid w:val="00643004"/>
    <w:rsid w:val="00650CAB"/>
    <w:rsid w:val="00662384"/>
    <w:rsid w:val="00685AD5"/>
    <w:rsid w:val="00693231"/>
    <w:rsid w:val="00693AAB"/>
    <w:rsid w:val="006A361B"/>
    <w:rsid w:val="006B278B"/>
    <w:rsid w:val="006C0FE5"/>
    <w:rsid w:val="006D3DFA"/>
    <w:rsid w:val="006D3F45"/>
    <w:rsid w:val="006D559E"/>
    <w:rsid w:val="006E3AF7"/>
    <w:rsid w:val="006E585E"/>
    <w:rsid w:val="007158B9"/>
    <w:rsid w:val="00720A07"/>
    <w:rsid w:val="0072235E"/>
    <w:rsid w:val="00744BDF"/>
    <w:rsid w:val="00751602"/>
    <w:rsid w:val="007563B9"/>
    <w:rsid w:val="00760994"/>
    <w:rsid w:val="00762884"/>
    <w:rsid w:val="00763337"/>
    <w:rsid w:val="00776570"/>
    <w:rsid w:val="007869C3"/>
    <w:rsid w:val="00793735"/>
    <w:rsid w:val="00795038"/>
    <w:rsid w:val="007A02A5"/>
    <w:rsid w:val="007A764F"/>
    <w:rsid w:val="007B0E32"/>
    <w:rsid w:val="007B22F9"/>
    <w:rsid w:val="007B2C9C"/>
    <w:rsid w:val="007D566F"/>
    <w:rsid w:val="007E1F33"/>
    <w:rsid w:val="007E363E"/>
    <w:rsid w:val="007E6412"/>
    <w:rsid w:val="00803683"/>
    <w:rsid w:val="00815E9B"/>
    <w:rsid w:val="0082309F"/>
    <w:rsid w:val="00832FE8"/>
    <w:rsid w:val="00847FF0"/>
    <w:rsid w:val="00855772"/>
    <w:rsid w:val="0086447B"/>
    <w:rsid w:val="00876175"/>
    <w:rsid w:val="00876CF8"/>
    <w:rsid w:val="00885F38"/>
    <w:rsid w:val="008B5547"/>
    <w:rsid w:val="008B7C33"/>
    <w:rsid w:val="008C16AA"/>
    <w:rsid w:val="008D30F6"/>
    <w:rsid w:val="008D4036"/>
    <w:rsid w:val="008D5653"/>
    <w:rsid w:val="008F414D"/>
    <w:rsid w:val="008F5EFF"/>
    <w:rsid w:val="00900B0D"/>
    <w:rsid w:val="00910592"/>
    <w:rsid w:val="00916336"/>
    <w:rsid w:val="0092353F"/>
    <w:rsid w:val="009268AB"/>
    <w:rsid w:val="009307D5"/>
    <w:rsid w:val="009348DC"/>
    <w:rsid w:val="00963813"/>
    <w:rsid w:val="009771F7"/>
    <w:rsid w:val="00984463"/>
    <w:rsid w:val="00984B5D"/>
    <w:rsid w:val="00990AD9"/>
    <w:rsid w:val="009967EE"/>
    <w:rsid w:val="009978F2"/>
    <w:rsid w:val="009A3D40"/>
    <w:rsid w:val="009B2EAB"/>
    <w:rsid w:val="009B7AA7"/>
    <w:rsid w:val="009C0A41"/>
    <w:rsid w:val="009C3805"/>
    <w:rsid w:val="009D24CA"/>
    <w:rsid w:val="009E2A87"/>
    <w:rsid w:val="00A13A88"/>
    <w:rsid w:val="00A168AA"/>
    <w:rsid w:val="00A20171"/>
    <w:rsid w:val="00A2541F"/>
    <w:rsid w:val="00A505FA"/>
    <w:rsid w:val="00A53E2F"/>
    <w:rsid w:val="00A57F6B"/>
    <w:rsid w:val="00A80F7C"/>
    <w:rsid w:val="00AB0414"/>
    <w:rsid w:val="00AB6117"/>
    <w:rsid w:val="00AC11F0"/>
    <w:rsid w:val="00AC163E"/>
    <w:rsid w:val="00AD1994"/>
    <w:rsid w:val="00AE1E4B"/>
    <w:rsid w:val="00AF1710"/>
    <w:rsid w:val="00AF1804"/>
    <w:rsid w:val="00AF3002"/>
    <w:rsid w:val="00B01A5A"/>
    <w:rsid w:val="00B0276B"/>
    <w:rsid w:val="00B160A1"/>
    <w:rsid w:val="00B25495"/>
    <w:rsid w:val="00B33E2D"/>
    <w:rsid w:val="00B426C9"/>
    <w:rsid w:val="00B50AC0"/>
    <w:rsid w:val="00B65BBA"/>
    <w:rsid w:val="00B70AF0"/>
    <w:rsid w:val="00B83847"/>
    <w:rsid w:val="00B85D1D"/>
    <w:rsid w:val="00BA0361"/>
    <w:rsid w:val="00BC1633"/>
    <w:rsid w:val="00BC4C7E"/>
    <w:rsid w:val="00BD09AF"/>
    <w:rsid w:val="00BD3221"/>
    <w:rsid w:val="00BE43F2"/>
    <w:rsid w:val="00BF3BBE"/>
    <w:rsid w:val="00BF7D6B"/>
    <w:rsid w:val="00C03665"/>
    <w:rsid w:val="00C04C2C"/>
    <w:rsid w:val="00C0608C"/>
    <w:rsid w:val="00C14C89"/>
    <w:rsid w:val="00C22227"/>
    <w:rsid w:val="00C35534"/>
    <w:rsid w:val="00C4514B"/>
    <w:rsid w:val="00C56713"/>
    <w:rsid w:val="00C56C87"/>
    <w:rsid w:val="00C72790"/>
    <w:rsid w:val="00C75AB1"/>
    <w:rsid w:val="00C87726"/>
    <w:rsid w:val="00C95444"/>
    <w:rsid w:val="00C95702"/>
    <w:rsid w:val="00CA69DC"/>
    <w:rsid w:val="00CB3BA6"/>
    <w:rsid w:val="00CC25F0"/>
    <w:rsid w:val="00CC4A4C"/>
    <w:rsid w:val="00CD5A43"/>
    <w:rsid w:val="00CE2B68"/>
    <w:rsid w:val="00CE3A37"/>
    <w:rsid w:val="00CE65B1"/>
    <w:rsid w:val="00CF1B21"/>
    <w:rsid w:val="00D21B78"/>
    <w:rsid w:val="00D26153"/>
    <w:rsid w:val="00D356CB"/>
    <w:rsid w:val="00D5573C"/>
    <w:rsid w:val="00D77B58"/>
    <w:rsid w:val="00D93B05"/>
    <w:rsid w:val="00D94C48"/>
    <w:rsid w:val="00DA1DA6"/>
    <w:rsid w:val="00DA2247"/>
    <w:rsid w:val="00DA51B8"/>
    <w:rsid w:val="00DA69E7"/>
    <w:rsid w:val="00DB652A"/>
    <w:rsid w:val="00DC7EDF"/>
    <w:rsid w:val="00DD2932"/>
    <w:rsid w:val="00DD4F0C"/>
    <w:rsid w:val="00DE73B1"/>
    <w:rsid w:val="00E06EA9"/>
    <w:rsid w:val="00E22EA9"/>
    <w:rsid w:val="00E51813"/>
    <w:rsid w:val="00E62666"/>
    <w:rsid w:val="00E665DF"/>
    <w:rsid w:val="00E66CBA"/>
    <w:rsid w:val="00E729D1"/>
    <w:rsid w:val="00E729E1"/>
    <w:rsid w:val="00E87785"/>
    <w:rsid w:val="00E97746"/>
    <w:rsid w:val="00EA7296"/>
    <w:rsid w:val="00ED1FAA"/>
    <w:rsid w:val="00ED38BC"/>
    <w:rsid w:val="00ED7CBA"/>
    <w:rsid w:val="00EF6879"/>
    <w:rsid w:val="00F11CB9"/>
    <w:rsid w:val="00F15C54"/>
    <w:rsid w:val="00F20899"/>
    <w:rsid w:val="00F2105B"/>
    <w:rsid w:val="00F21B21"/>
    <w:rsid w:val="00F2777A"/>
    <w:rsid w:val="00F46D1A"/>
    <w:rsid w:val="00F511A4"/>
    <w:rsid w:val="00F6329B"/>
    <w:rsid w:val="00F7348A"/>
    <w:rsid w:val="00F91917"/>
    <w:rsid w:val="00FA1FD1"/>
    <w:rsid w:val="00FC296B"/>
    <w:rsid w:val="00FC78E6"/>
    <w:rsid w:val="00FD3B75"/>
    <w:rsid w:val="00FD7E23"/>
    <w:rsid w:val="00FE3E22"/>
    <w:rsid w:val="00FE70CE"/>
    <w:rsid w:val="00FF021A"/>
    <w:rsid w:val="00FF23B5"/>
    <w:rsid w:val="00FF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FE5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/>
      <w:kern w:val="2"/>
      <w:sz w:val="34"/>
    </w:rPr>
  </w:style>
  <w:style w:type="paragraph" w:styleId="1">
    <w:name w:val="heading 1"/>
    <w:basedOn w:val="a"/>
    <w:next w:val="a"/>
    <w:qFormat/>
    <w:rsid w:val="007B22F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7B22F9"/>
    <w:pPr>
      <w:keepNext/>
      <w:keepLines/>
      <w:spacing w:before="260" w:after="260" w:line="416" w:lineRule="atLeast"/>
      <w:outlineLvl w:val="1"/>
    </w:pPr>
    <w:rPr>
      <w:rFonts w:ascii="Arial" w:eastAsia="黑体" w:hAnsi="Arial"/>
      <w:b/>
      <w:bCs/>
      <w:szCs w:val="32"/>
    </w:rPr>
  </w:style>
  <w:style w:type="paragraph" w:styleId="3">
    <w:name w:val="heading 3"/>
    <w:basedOn w:val="a"/>
    <w:next w:val="a"/>
    <w:qFormat/>
    <w:rsid w:val="007B22F9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标题1"/>
    <w:basedOn w:val="a"/>
    <w:next w:val="a"/>
    <w:rsid w:val="007B22F9"/>
    <w:pPr>
      <w:tabs>
        <w:tab w:val="left" w:pos="9193"/>
        <w:tab w:val="left" w:pos="9827"/>
      </w:tabs>
      <w:autoSpaceDE w:val="0"/>
      <w:autoSpaceDN w:val="0"/>
      <w:spacing w:line="760" w:lineRule="atLeast"/>
      <w:ind w:firstLineChars="0" w:firstLine="0"/>
      <w:jc w:val="center"/>
    </w:pPr>
    <w:rPr>
      <w:rFonts w:ascii="方正小标宋_GBK" w:eastAsia="方正小标宋_GBK"/>
      <w:sz w:val="44"/>
    </w:rPr>
  </w:style>
  <w:style w:type="paragraph" w:styleId="a3">
    <w:name w:val="footer"/>
    <w:basedOn w:val="a"/>
    <w:link w:val="Char"/>
    <w:autoRedefine/>
    <w:rsid w:val="007B22F9"/>
    <w:pPr>
      <w:framePr w:wrap="around" w:vAnchor="text" w:hAnchor="margin" w:xAlign="outside" w:y="1"/>
      <w:tabs>
        <w:tab w:val="center" w:pos="4153"/>
        <w:tab w:val="right" w:pos="8306"/>
      </w:tabs>
      <w:wordWrap w:val="0"/>
      <w:spacing w:line="400" w:lineRule="atLeast"/>
      <w:ind w:firstLineChars="0" w:firstLine="0"/>
      <w:jc w:val="left"/>
    </w:pPr>
    <w:rPr>
      <w:sz w:val="30"/>
    </w:rPr>
  </w:style>
  <w:style w:type="character" w:customStyle="1" w:styleId="Char">
    <w:name w:val="页脚 Char"/>
    <w:link w:val="a3"/>
    <w:locked/>
    <w:rsid w:val="00601A53"/>
    <w:rPr>
      <w:rFonts w:ascii="Times" w:eastAsia="方正仿宋_GBK" w:hAnsi="Times"/>
      <w:kern w:val="2"/>
      <w:sz w:val="30"/>
      <w:lang w:val="en-US" w:eastAsia="zh-CN" w:bidi="ar-SA"/>
    </w:rPr>
  </w:style>
  <w:style w:type="paragraph" w:customStyle="1" w:styleId="20">
    <w:name w:val="标题2"/>
    <w:basedOn w:val="a"/>
    <w:next w:val="a"/>
    <w:rsid w:val="007B22F9"/>
    <w:pPr>
      <w:ind w:firstLineChars="0" w:firstLine="0"/>
      <w:jc w:val="center"/>
    </w:pPr>
    <w:rPr>
      <w:rFonts w:ascii="方正楷体_GBK" w:eastAsia="方正楷体_GBK" w:hAnsi="Book Antiqua"/>
    </w:rPr>
  </w:style>
  <w:style w:type="paragraph" w:customStyle="1" w:styleId="30">
    <w:name w:val="标题3"/>
    <w:basedOn w:val="a"/>
    <w:next w:val="a"/>
    <w:rsid w:val="007B22F9"/>
    <w:pPr>
      <w:adjustRightInd w:val="0"/>
    </w:pPr>
    <w:rPr>
      <w:rFonts w:ascii="方正黑体简体" w:eastAsia="方正黑体简体"/>
    </w:rPr>
  </w:style>
  <w:style w:type="paragraph" w:customStyle="1" w:styleId="4">
    <w:name w:val="标题4"/>
    <w:basedOn w:val="30"/>
    <w:next w:val="a"/>
    <w:rsid w:val="007B22F9"/>
    <w:pPr>
      <w:jc w:val="center"/>
    </w:pPr>
  </w:style>
  <w:style w:type="paragraph" w:styleId="a4">
    <w:name w:val="header"/>
    <w:basedOn w:val="a"/>
    <w:link w:val="Char0"/>
    <w:rsid w:val="007B22F9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link w:val="a4"/>
    <w:locked/>
    <w:rsid w:val="00601A53"/>
    <w:rPr>
      <w:rFonts w:ascii="Times" w:eastAsia="方正仿宋_GBK" w:hAnsi="Times"/>
      <w:kern w:val="2"/>
      <w:sz w:val="18"/>
      <w:szCs w:val="18"/>
      <w:lang w:val="en-US" w:eastAsia="zh-CN" w:bidi="ar-SA"/>
    </w:rPr>
  </w:style>
  <w:style w:type="paragraph" w:customStyle="1" w:styleId="5">
    <w:name w:val="标题5"/>
    <w:basedOn w:val="a"/>
    <w:next w:val="a"/>
    <w:rsid w:val="007B22F9"/>
    <w:rPr>
      <w:rFonts w:ascii="方正楷体简体" w:eastAsia="方正楷体简体"/>
    </w:rPr>
  </w:style>
  <w:style w:type="paragraph" w:styleId="a5">
    <w:name w:val="Body Text Indent"/>
    <w:basedOn w:val="a"/>
    <w:rsid w:val="007B22F9"/>
    <w:pPr>
      <w:autoSpaceDE w:val="0"/>
      <w:spacing w:line="500" w:lineRule="exact"/>
      <w:ind w:firstLine="630"/>
    </w:pPr>
    <w:rPr>
      <w:rFonts w:ascii="仿宋_GB2312"/>
      <w:spacing w:val="-6"/>
    </w:rPr>
  </w:style>
  <w:style w:type="paragraph" w:styleId="21">
    <w:name w:val="Body Text Indent 2"/>
    <w:basedOn w:val="a"/>
    <w:rsid w:val="007B22F9"/>
    <w:pPr>
      <w:overflowPunct/>
      <w:autoSpaceDE w:val="0"/>
      <w:autoSpaceDN w:val="0"/>
      <w:spacing w:line="567" w:lineRule="atLeast"/>
      <w:ind w:left="1120" w:hangingChars="400" w:hanging="1120"/>
    </w:pPr>
    <w:rPr>
      <w:sz w:val="28"/>
    </w:rPr>
  </w:style>
  <w:style w:type="paragraph" w:styleId="a6">
    <w:name w:val="Date"/>
    <w:basedOn w:val="a"/>
    <w:next w:val="a"/>
    <w:link w:val="Char1"/>
    <w:rsid w:val="007B22F9"/>
    <w:pPr>
      <w:overflowPunct/>
      <w:snapToGrid/>
      <w:spacing w:line="240" w:lineRule="auto"/>
      <w:ind w:leftChars="2500" w:left="100" w:firstLine="0"/>
    </w:pPr>
    <w:rPr>
      <w:rFonts w:ascii="Times New Roman" w:eastAsia="宋体"/>
      <w:b/>
      <w:bCs/>
      <w:sz w:val="28"/>
      <w:szCs w:val="24"/>
    </w:rPr>
  </w:style>
  <w:style w:type="character" w:customStyle="1" w:styleId="Char1">
    <w:name w:val="日期 Char"/>
    <w:link w:val="a6"/>
    <w:semiHidden/>
    <w:locked/>
    <w:rsid w:val="00601A53"/>
    <w:rPr>
      <w:rFonts w:eastAsia="宋体" w:hAnsi="Times"/>
      <w:b/>
      <w:bCs/>
      <w:kern w:val="2"/>
      <w:sz w:val="28"/>
      <w:szCs w:val="24"/>
      <w:lang w:val="en-US" w:eastAsia="zh-CN" w:bidi="ar-SA"/>
    </w:rPr>
  </w:style>
  <w:style w:type="paragraph" w:styleId="31">
    <w:name w:val="Body Text Indent 3"/>
    <w:basedOn w:val="a"/>
    <w:rsid w:val="007B22F9"/>
    <w:pPr>
      <w:overflowPunct/>
      <w:snapToGrid/>
      <w:spacing w:line="440" w:lineRule="exact"/>
      <w:ind w:left="540" w:firstLineChars="192" w:firstLine="538"/>
    </w:pPr>
    <w:rPr>
      <w:rFonts w:ascii="Times New Roman" w:eastAsia="宋体"/>
      <w:sz w:val="28"/>
      <w:szCs w:val="24"/>
    </w:rPr>
  </w:style>
  <w:style w:type="character" w:styleId="a7">
    <w:name w:val="page number"/>
    <w:basedOn w:val="a0"/>
    <w:rsid w:val="007B22F9"/>
  </w:style>
  <w:style w:type="paragraph" w:styleId="a8">
    <w:name w:val="Plain Text"/>
    <w:basedOn w:val="a"/>
    <w:link w:val="Char2"/>
    <w:rsid w:val="006C0FE5"/>
    <w:pPr>
      <w:overflowPunct/>
      <w:snapToGrid/>
      <w:spacing w:line="240" w:lineRule="auto"/>
      <w:ind w:firstLineChars="0" w:firstLine="0"/>
    </w:pPr>
    <w:rPr>
      <w:rFonts w:ascii="宋体" w:eastAsia="宋体" w:hAnsi="Courier New" w:cs="Courier New"/>
      <w:sz w:val="21"/>
      <w:szCs w:val="21"/>
    </w:rPr>
  </w:style>
  <w:style w:type="paragraph" w:styleId="a9">
    <w:name w:val="Balloon Text"/>
    <w:basedOn w:val="a"/>
    <w:link w:val="Char3"/>
    <w:rsid w:val="0022040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rsid w:val="00220405"/>
    <w:rPr>
      <w:rFonts w:ascii="Times" w:eastAsia="方正仿宋_GBK" w:hAnsi="Times"/>
      <w:kern w:val="2"/>
      <w:sz w:val="18"/>
      <w:szCs w:val="18"/>
    </w:rPr>
  </w:style>
  <w:style w:type="paragraph" w:customStyle="1" w:styleId="22">
    <w:name w:val="干部标题2"/>
    <w:basedOn w:val="a"/>
    <w:rsid w:val="007E1F33"/>
    <w:pPr>
      <w:overflowPunct/>
      <w:spacing w:line="240" w:lineRule="auto"/>
      <w:ind w:firstLineChars="0" w:firstLine="0"/>
      <w:jc w:val="center"/>
      <w:outlineLvl w:val="1"/>
    </w:pPr>
    <w:rPr>
      <w:rFonts w:ascii="Times New Roman" w:eastAsia="宋体" w:hAnsi="Times New Roman"/>
      <w:bCs/>
      <w:sz w:val="24"/>
      <w:szCs w:val="24"/>
    </w:rPr>
  </w:style>
  <w:style w:type="table" w:styleId="aa">
    <w:name w:val="Table Grid"/>
    <w:basedOn w:val="a1"/>
    <w:rsid w:val="00324181"/>
    <w:pPr>
      <w:widowControl w:val="0"/>
      <w:overflowPunct w:val="0"/>
      <w:snapToGrid w:val="0"/>
      <w:spacing w:line="590" w:lineRule="exact"/>
      <w:ind w:firstLineChars="200" w:firstLin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无间隔1"/>
    <w:link w:val="NoSpacingChar"/>
    <w:rsid w:val="00601A5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601A53"/>
    <w:rPr>
      <w:rFonts w:ascii="Calibri" w:hAnsi="Calibri"/>
      <w:sz w:val="22"/>
      <w:szCs w:val="22"/>
      <w:lang w:val="en-US" w:eastAsia="zh-CN" w:bidi="ar-SA"/>
    </w:rPr>
  </w:style>
  <w:style w:type="paragraph" w:customStyle="1" w:styleId="font1style1">
    <w:name w:val="font1 style1"/>
    <w:basedOn w:val="a"/>
    <w:rsid w:val="008B5547"/>
    <w:pPr>
      <w:widowControl/>
      <w:overflowPunct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/>
      <w:kern w:val="0"/>
      <w:sz w:val="24"/>
      <w:szCs w:val="24"/>
    </w:rPr>
  </w:style>
  <w:style w:type="paragraph" w:styleId="ab">
    <w:name w:val="Body Text"/>
    <w:basedOn w:val="a"/>
    <w:rsid w:val="00DA51B8"/>
    <w:pPr>
      <w:spacing w:after="120"/>
    </w:pPr>
  </w:style>
  <w:style w:type="character" w:customStyle="1" w:styleId="Char2">
    <w:name w:val="纯文本 Char"/>
    <w:basedOn w:val="a0"/>
    <w:link w:val="a8"/>
    <w:rsid w:val="00F91917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A4&#65288;&#26032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1CAB-2418-4B01-B35B-FAE390E9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A4（新）</Template>
  <TotalTime>35</TotalTime>
  <Pages>2</Pages>
  <Words>91</Words>
  <Characters>522</Characters>
  <Application>Microsoft Office Word</Application>
  <DocSecurity>0</DocSecurity>
  <Lines>4</Lines>
  <Paragraphs>1</Paragraphs>
  <ScaleCrop>false</ScaleCrop>
  <Company>Www.RePaiK.Com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公文通报模板</dc:title>
  <dc:creator>微软用户</dc:creator>
  <cp:lastModifiedBy>Administrator</cp:lastModifiedBy>
  <cp:revision>20</cp:revision>
  <cp:lastPrinted>2020-04-16T00:51:00Z</cp:lastPrinted>
  <dcterms:created xsi:type="dcterms:W3CDTF">2020-04-14T00:55:00Z</dcterms:created>
  <dcterms:modified xsi:type="dcterms:W3CDTF">2021-12-15T08:19:00Z</dcterms:modified>
</cp:coreProperties>
</file>